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64E898-A937-46EB-A5CE-6A7B5E0B6C5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